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22" w:rsidRPr="00CF6BE7" w:rsidRDefault="00C83F22" w:rsidP="00401C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LESSON REFLECTIONS</w:t>
      </w:r>
    </w:p>
    <w:p w:rsidR="00C83F22" w:rsidRDefault="00C83F22" w:rsidP="00AA5A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</w:rPr>
            <w:t>Brooklyn</w:t>
          </w:r>
        </w:smartTag>
        <w:r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</w:rPr>
            <w:t>Bridge</w:t>
          </w:r>
        </w:smartTag>
      </w:smartTag>
    </w:p>
    <w:p w:rsidR="00C83F22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Default="00C83F22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was your favorite part of the lesson and why? </w:t>
      </w:r>
    </w:p>
    <w:p w:rsidR="00C83F22" w:rsidRDefault="00C83F22" w:rsidP="006E0E71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C83F22" w:rsidRPr="00AA5A2E" w:rsidRDefault="00C83F22" w:rsidP="00AA5A2E">
      <w:pPr>
        <w:pStyle w:val="ListParagraph"/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0"/>
          <w:szCs w:val="20"/>
        </w:rPr>
      </w:pPr>
      <w:r w:rsidRPr="00AA5A2E">
        <w:rPr>
          <w:rFonts w:ascii="Times New Roman" w:hAnsi="Times New Roman"/>
          <w:sz w:val="20"/>
          <w:szCs w:val="20"/>
        </w:rPr>
        <w:t>This is an excellent way to review equations and variables. The students enjoyed and benefited from the hands on activity and the power point presentation.</w:t>
      </w:r>
    </w:p>
    <w:p w:rsidR="00C83F22" w:rsidRPr="00AA5A2E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83F22" w:rsidRPr="00AA5A2E" w:rsidRDefault="00C83F22" w:rsidP="00AA5A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C83F22" w:rsidRDefault="00C83F22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CF6BE7" w:rsidRDefault="00C83F22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How effective was the lesson in meeting the objective?  What was most effective? </w:t>
      </w:r>
    </w:p>
    <w:p w:rsidR="00C83F22" w:rsidRDefault="00C83F22" w:rsidP="00401CA9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AA5A2E" w:rsidRDefault="00C83F22" w:rsidP="00AA5A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This lesson is extremely effective in meeting standards and lesson students will remember.</w:t>
      </w:r>
    </w:p>
    <w:p w:rsidR="00C83F22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CF6BE7" w:rsidRDefault="00C83F22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parts of the lesson would you change?  Why?  </w:t>
      </w:r>
    </w:p>
    <w:p w:rsidR="00C83F22" w:rsidRDefault="00C83F22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The SPED teacher had an assistant to help each group and had the bridges precut and pre glued. Also, this lesson took 2 class periods for her students to complete. </w:t>
      </w:r>
    </w:p>
    <w:p w:rsidR="00C83F22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The fourth grade teacher gave her students problems with missing information and modified the lesson where the measurements came out to exact numbers.</w:t>
      </w:r>
    </w:p>
    <w:p w:rsidR="00C83F22" w:rsidRPr="00AA5A2E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C83F22" w:rsidRPr="00CF6BE7" w:rsidRDefault="00C83F22" w:rsidP="00CF6BE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Default="00C83F22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CF6BE7" w:rsidRDefault="00C83F22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Were there any parts that needed more explanation or time?  How did you handle these situations</w:t>
      </w:r>
    </w:p>
    <w:p w:rsidR="00C83F22" w:rsidRDefault="00C83F22" w:rsidP="00CF6BE7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AA5A2E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Students need specific responsibilities within their teams. </w:t>
      </w:r>
    </w:p>
    <w:p w:rsidR="00C83F22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C40B5B" w:rsidRDefault="00C83F22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83F22" w:rsidRPr="00CF6BE7" w:rsidRDefault="00C83F22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Did your students find the lesson meaningful and worth completing?</w:t>
      </w:r>
    </w:p>
    <w:p w:rsidR="00C83F22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18"/>
          <w:szCs w:val="18"/>
        </w:rPr>
      </w:pPr>
    </w:p>
    <w:p w:rsidR="00C83F22" w:rsidRPr="00AA5A2E" w:rsidRDefault="00C83F22" w:rsidP="00AA5A2E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Yes they all feel as it is an awesome hands on lesson that involves not only math but also career exploration. </w:t>
      </w:r>
    </w:p>
    <w:sectPr w:rsidR="00C83F22" w:rsidRPr="00AA5A2E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B5B"/>
    <w:rsid w:val="000041DC"/>
    <w:rsid w:val="00342CA0"/>
    <w:rsid w:val="00401CA9"/>
    <w:rsid w:val="004802A4"/>
    <w:rsid w:val="005523C9"/>
    <w:rsid w:val="006E0E71"/>
    <w:rsid w:val="00AA5A2E"/>
    <w:rsid w:val="00B10583"/>
    <w:rsid w:val="00B37AA0"/>
    <w:rsid w:val="00BF5741"/>
    <w:rsid w:val="00C40B5B"/>
    <w:rsid w:val="00C83F22"/>
    <w:rsid w:val="00CF6BE7"/>
    <w:rsid w:val="00DD1D43"/>
    <w:rsid w:val="00F4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A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169</Words>
  <Characters>967</Characters>
  <Application>Microsoft Office Outlook</Application>
  <DocSecurity>0</DocSecurity>
  <Lines>0</Lines>
  <Paragraphs>0</Paragraphs>
  <ScaleCrop>false</ScaleCrop>
  <Company>Murfreesboro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REFLECTIONS</dc:title>
  <dc:subject/>
  <dc:creator>kim.nelson Nelson</dc:creator>
  <cp:keywords/>
  <dc:description/>
  <cp:lastModifiedBy>Chelle Daniels</cp:lastModifiedBy>
  <cp:revision>2</cp:revision>
  <cp:lastPrinted>2011-11-19T08:31:00Z</cp:lastPrinted>
  <dcterms:created xsi:type="dcterms:W3CDTF">2012-01-13T00:57:00Z</dcterms:created>
  <dcterms:modified xsi:type="dcterms:W3CDTF">2012-01-13T00:57:00Z</dcterms:modified>
</cp:coreProperties>
</file>